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D29" w:rsidRPr="00B42449" w:rsidRDefault="007B1D29" w:rsidP="00A73723">
      <w:pPr>
        <w:jc w:val="center"/>
        <w:rPr>
          <w:rFonts w:ascii="Comic Sans MS" w:hAnsi="Comic Sans MS" w:cs="Comic Sans MS"/>
          <w:sz w:val="28"/>
          <w:szCs w:val="28"/>
          <w:u w:val="single"/>
        </w:rPr>
      </w:pPr>
      <w:r w:rsidRPr="00B42449">
        <w:rPr>
          <w:rFonts w:ascii="Comic Sans MS" w:hAnsi="Comic Sans MS" w:cs="Comic Sans MS"/>
          <w:sz w:val="28"/>
          <w:szCs w:val="28"/>
          <w:u w:val="single"/>
        </w:rPr>
        <w:t>Social Studies Reflection</w:t>
      </w:r>
    </w:p>
    <w:p w:rsidR="007B1D29" w:rsidRPr="00B42449" w:rsidRDefault="007B1D29" w:rsidP="00A73723">
      <w:p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Name</w:t>
      </w:r>
      <w:r>
        <w:rPr>
          <w:rFonts w:ascii="Comic Sans MS" w:hAnsi="Comic Sans MS" w:cs="Comic Sans MS"/>
          <w:sz w:val="28"/>
          <w:szCs w:val="28"/>
        </w:rPr>
        <w:t>: Manny Meza</w:t>
      </w:r>
    </w:p>
    <w:p w:rsidR="007B1D29" w:rsidRPr="00B42449" w:rsidRDefault="007B1D29" w:rsidP="00A73723">
      <w:pPr>
        <w:rPr>
          <w:rFonts w:ascii="Comic Sans MS" w:hAnsi="Comic Sans MS" w:cs="Comic Sans MS"/>
          <w:sz w:val="28"/>
          <w:szCs w:val="28"/>
        </w:rPr>
      </w:pPr>
    </w:p>
    <w:p w:rsidR="007B1D29" w:rsidRPr="00B42449" w:rsidRDefault="007B1D29" w:rsidP="00A73723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Which chapter in World History did you enjoy most this year and why?</w:t>
      </w:r>
    </w:p>
    <w:p w:rsidR="007B1D29" w:rsidRPr="00B42449" w:rsidRDefault="007B1D29" w:rsidP="0093489C">
      <w:pPr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 xml:space="preserve">In Social Studies this year chapter 9 was my favorite chapter this year. It was my favorite chapter this year because I got to learn about different civilizations and how Ancient Greece came to be. I also got to learn about how many Greek gods there were. I read a lot of different books about how the Greek gods became gods. </w:t>
      </w:r>
    </w:p>
    <w:p w:rsidR="007B1D29" w:rsidRPr="00B42449" w:rsidRDefault="007B1D29" w:rsidP="0093489C">
      <w:pPr>
        <w:rPr>
          <w:rFonts w:ascii="Comic Sans MS" w:hAnsi="Comic Sans MS" w:cs="Comic Sans MS"/>
          <w:sz w:val="28"/>
          <w:szCs w:val="28"/>
        </w:rPr>
      </w:pPr>
    </w:p>
    <w:p w:rsidR="007B1D29" w:rsidRPr="00B42449" w:rsidRDefault="007B1D29" w:rsidP="0093489C">
      <w:pPr>
        <w:rPr>
          <w:rFonts w:ascii="Comic Sans MS" w:hAnsi="Comic Sans MS" w:cs="Comic Sans MS"/>
          <w:sz w:val="28"/>
          <w:szCs w:val="28"/>
        </w:rPr>
      </w:pPr>
    </w:p>
    <w:p w:rsidR="007B1D29" w:rsidRPr="00B42449" w:rsidRDefault="007B1D29" w:rsidP="0093489C">
      <w:pPr>
        <w:rPr>
          <w:rFonts w:ascii="Comic Sans MS" w:hAnsi="Comic Sans MS" w:cs="Comic Sans MS"/>
          <w:sz w:val="28"/>
          <w:szCs w:val="28"/>
        </w:rPr>
      </w:pPr>
    </w:p>
    <w:p w:rsidR="007B1D29" w:rsidRPr="00B42449" w:rsidRDefault="007B1D29" w:rsidP="0093489C">
      <w:pPr>
        <w:rPr>
          <w:rFonts w:ascii="Comic Sans MS" w:hAnsi="Comic Sans MS" w:cs="Comic Sans MS"/>
          <w:sz w:val="28"/>
          <w:szCs w:val="28"/>
        </w:rPr>
      </w:pPr>
    </w:p>
    <w:p w:rsidR="007B1D29" w:rsidRPr="00B42449" w:rsidRDefault="007B1D29" w:rsidP="0093489C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</w:p>
    <w:p w:rsidR="007B1D29" w:rsidRPr="00B42449" w:rsidRDefault="007B1D29" w:rsidP="00B42449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7B1D29" w:rsidRPr="00B42449" w:rsidRDefault="007B1D29" w:rsidP="0093489C">
      <w:pPr>
        <w:rPr>
          <w:rFonts w:ascii="Comic Sans MS" w:hAnsi="Comic Sans MS" w:cs="Comic Sans MS"/>
          <w:sz w:val="28"/>
          <w:szCs w:val="28"/>
        </w:rPr>
      </w:pPr>
    </w:p>
    <w:p w:rsidR="007B1D29" w:rsidRPr="00B42449" w:rsidRDefault="007B1D29" w:rsidP="00B206AC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Describe some of the things that you learned in that chapter.</w:t>
      </w:r>
      <w:r w:rsidRPr="00B206AC">
        <w:rPr>
          <w:rFonts w:ascii="Comic Sans MS" w:hAnsi="Comic Sans MS" w:cs="Comic Sans MS"/>
          <w:sz w:val="28"/>
          <w:szCs w:val="28"/>
        </w:rPr>
        <w:t xml:space="preserve"> </w:t>
      </w:r>
      <w:r>
        <w:rPr>
          <w:rFonts w:ascii="Comic Sans MS" w:hAnsi="Comic Sans MS" w:cs="Comic Sans MS"/>
          <w:sz w:val="28"/>
          <w:szCs w:val="28"/>
        </w:rPr>
        <w:t>Is there a project that you completed that you enjoyed working on?</w:t>
      </w:r>
    </w:p>
    <w:p w:rsidR="007B1D29" w:rsidRPr="00B42449" w:rsidRDefault="007B1D29" w:rsidP="00B25DCC">
      <w:pPr>
        <w:pStyle w:val="ListParagraph"/>
        <w:tabs>
          <w:tab w:val="left" w:pos="3780"/>
        </w:tabs>
        <w:ind w:left="360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 xml:space="preserve">In Chapter 9 I learned about different landforms of Greece such as Mountainous lands like deep valleys and rugged highlands. </w:t>
      </w:r>
    </w:p>
    <w:p w:rsidR="007B1D29" w:rsidRPr="00B42449" w:rsidRDefault="007B1D29" w:rsidP="0093489C">
      <w:pPr>
        <w:rPr>
          <w:rFonts w:ascii="Comic Sans MS" w:hAnsi="Comic Sans MS" w:cs="Comic Sans MS"/>
          <w:sz w:val="28"/>
          <w:szCs w:val="28"/>
        </w:rPr>
      </w:pPr>
    </w:p>
    <w:p w:rsidR="007B1D29" w:rsidRDefault="007B1D29" w:rsidP="0093489C">
      <w:pPr>
        <w:rPr>
          <w:rFonts w:ascii="Comic Sans MS" w:hAnsi="Comic Sans MS" w:cs="Comic Sans MS"/>
          <w:sz w:val="28"/>
          <w:szCs w:val="28"/>
        </w:rPr>
      </w:pPr>
    </w:p>
    <w:p w:rsidR="007B1D29" w:rsidRDefault="007B1D29" w:rsidP="0093489C">
      <w:pPr>
        <w:rPr>
          <w:rFonts w:ascii="Comic Sans MS" w:hAnsi="Comic Sans MS" w:cs="Comic Sans MS"/>
          <w:sz w:val="28"/>
          <w:szCs w:val="28"/>
        </w:rPr>
      </w:pPr>
    </w:p>
    <w:p w:rsidR="007B1D29" w:rsidRDefault="007B1D29" w:rsidP="0093489C">
      <w:pPr>
        <w:rPr>
          <w:rFonts w:ascii="Comic Sans MS" w:hAnsi="Comic Sans MS" w:cs="Comic Sans MS"/>
          <w:sz w:val="28"/>
          <w:szCs w:val="28"/>
        </w:rPr>
      </w:pPr>
    </w:p>
    <w:p w:rsidR="007B1D29" w:rsidRDefault="007B1D29" w:rsidP="0093489C">
      <w:pPr>
        <w:rPr>
          <w:rFonts w:ascii="Comic Sans MS" w:hAnsi="Comic Sans MS" w:cs="Comic Sans MS"/>
          <w:sz w:val="28"/>
          <w:szCs w:val="28"/>
        </w:rPr>
      </w:pPr>
    </w:p>
    <w:p w:rsidR="007B1D29" w:rsidRPr="00B42449" w:rsidRDefault="007B1D29" w:rsidP="0093489C">
      <w:pPr>
        <w:rPr>
          <w:rFonts w:ascii="Comic Sans MS" w:hAnsi="Comic Sans MS" w:cs="Comic Sans MS"/>
          <w:sz w:val="28"/>
          <w:szCs w:val="28"/>
        </w:rPr>
      </w:pPr>
    </w:p>
    <w:p w:rsidR="007B1D29" w:rsidRPr="00B206AC" w:rsidRDefault="007B1D29" w:rsidP="0093489C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206AC">
        <w:rPr>
          <w:rFonts w:ascii="Comic Sans MS" w:hAnsi="Comic Sans MS" w:cs="Comic Sans MS"/>
          <w:sz w:val="28"/>
          <w:szCs w:val="28"/>
        </w:rPr>
        <w:t xml:space="preserve">What new skills have you learned throughout the year? </w:t>
      </w:r>
    </w:p>
    <w:p w:rsidR="007B1D29" w:rsidRPr="00B42449" w:rsidRDefault="007B1D29" w:rsidP="0093489C">
      <w:pPr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 xml:space="preserve">New skills that I have learned this year are reading the chapter more thoroughly and I got main idea of the topic faster as I read the chapter. </w:t>
      </w:r>
    </w:p>
    <w:p w:rsidR="007B1D29" w:rsidRPr="00B42449" w:rsidRDefault="007B1D29" w:rsidP="0093489C">
      <w:pPr>
        <w:rPr>
          <w:rFonts w:ascii="Comic Sans MS" w:hAnsi="Comic Sans MS" w:cs="Comic Sans MS"/>
          <w:sz w:val="28"/>
          <w:szCs w:val="28"/>
        </w:rPr>
      </w:pPr>
    </w:p>
    <w:p w:rsidR="007B1D29" w:rsidRPr="00B42449" w:rsidRDefault="007B1D29" w:rsidP="0093489C">
      <w:pPr>
        <w:rPr>
          <w:rFonts w:ascii="Comic Sans MS" w:hAnsi="Comic Sans MS" w:cs="Comic Sans MS"/>
          <w:sz w:val="28"/>
          <w:szCs w:val="28"/>
        </w:rPr>
      </w:pPr>
    </w:p>
    <w:p w:rsidR="007B1D29" w:rsidRPr="00B42449" w:rsidRDefault="007B1D29" w:rsidP="0093489C">
      <w:pPr>
        <w:rPr>
          <w:rFonts w:ascii="Comic Sans MS" w:hAnsi="Comic Sans MS" w:cs="Comic Sans MS"/>
          <w:sz w:val="28"/>
          <w:szCs w:val="28"/>
        </w:rPr>
      </w:pPr>
    </w:p>
    <w:p w:rsidR="007B1D29" w:rsidRPr="00B42449" w:rsidRDefault="007B1D29" w:rsidP="0093489C">
      <w:pPr>
        <w:rPr>
          <w:rFonts w:ascii="Comic Sans MS" w:hAnsi="Comic Sans MS" w:cs="Comic Sans MS"/>
          <w:sz w:val="28"/>
          <w:szCs w:val="28"/>
        </w:rPr>
      </w:pPr>
    </w:p>
    <w:p w:rsidR="007B1D29" w:rsidRDefault="007B1D29" w:rsidP="0093489C">
      <w:pPr>
        <w:rPr>
          <w:rFonts w:ascii="Comic Sans MS" w:hAnsi="Comic Sans MS" w:cs="Comic Sans MS"/>
          <w:sz w:val="28"/>
          <w:szCs w:val="28"/>
        </w:rPr>
      </w:pPr>
    </w:p>
    <w:p w:rsidR="007B1D29" w:rsidRPr="00B42449" w:rsidRDefault="007B1D29" w:rsidP="0093489C">
      <w:pPr>
        <w:rPr>
          <w:rFonts w:ascii="Comic Sans MS" w:hAnsi="Comic Sans MS" w:cs="Comic Sans MS"/>
          <w:sz w:val="28"/>
          <w:szCs w:val="28"/>
        </w:rPr>
      </w:pPr>
    </w:p>
    <w:p w:rsidR="007B1D29" w:rsidRPr="00B42449" w:rsidRDefault="007B1D29" w:rsidP="0093489C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</w:p>
    <w:p w:rsidR="007B1D29" w:rsidRPr="00B42449" w:rsidRDefault="007B1D29" w:rsidP="00B42449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7B1D29" w:rsidRPr="00B42449" w:rsidRDefault="007B1D29" w:rsidP="0093489C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</w:p>
    <w:p w:rsidR="007B1D29" w:rsidRPr="00B42449" w:rsidRDefault="007B1D29" w:rsidP="00A73723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How can you apply this knowledge to the real world?</w:t>
      </w:r>
    </w:p>
    <w:p w:rsidR="007B1D29" w:rsidRPr="00B42449" w:rsidRDefault="007B1D29" w:rsidP="00A73723">
      <w:pPr>
        <w:ind w:left="360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It can make research about many different topics very easier.</w:t>
      </w:r>
      <w:r>
        <w:rPr>
          <w:rFonts w:ascii="Comic Sans MS" w:hAnsi="Comic Sans MS" w:cs="Comic Sans MS"/>
          <w:sz w:val="28"/>
          <w:szCs w:val="28"/>
        </w:rPr>
        <w:tab/>
      </w:r>
    </w:p>
    <w:sectPr w:rsidR="007B1D29" w:rsidRPr="00B42449" w:rsidSect="004D7F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A7D8F"/>
    <w:multiLevelType w:val="hybridMultilevel"/>
    <w:tmpl w:val="F76ED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723"/>
    <w:rsid w:val="001655DE"/>
    <w:rsid w:val="001C03A7"/>
    <w:rsid w:val="001F1BF1"/>
    <w:rsid w:val="002C0702"/>
    <w:rsid w:val="002E5070"/>
    <w:rsid w:val="00426E02"/>
    <w:rsid w:val="00493F63"/>
    <w:rsid w:val="004C70DB"/>
    <w:rsid w:val="004D7F35"/>
    <w:rsid w:val="005652C5"/>
    <w:rsid w:val="0062042C"/>
    <w:rsid w:val="007B1D29"/>
    <w:rsid w:val="0093489C"/>
    <w:rsid w:val="00A25A30"/>
    <w:rsid w:val="00A73723"/>
    <w:rsid w:val="00AB5889"/>
    <w:rsid w:val="00B206AC"/>
    <w:rsid w:val="00B25DCC"/>
    <w:rsid w:val="00B34725"/>
    <w:rsid w:val="00B371DB"/>
    <w:rsid w:val="00B42449"/>
    <w:rsid w:val="00B80FF5"/>
    <w:rsid w:val="00CF750B"/>
    <w:rsid w:val="00D92575"/>
    <w:rsid w:val="00DA02E6"/>
    <w:rsid w:val="00EB25DC"/>
    <w:rsid w:val="00EC4B3E"/>
    <w:rsid w:val="00ED29ED"/>
    <w:rsid w:val="00F53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F3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7372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424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042C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2</Pages>
  <Words>154</Words>
  <Characters>878</Characters>
  <Application>Microsoft Office Outlook</Application>
  <DocSecurity>0</DocSecurity>
  <Lines>0</Lines>
  <Paragraphs>0</Paragraphs>
  <ScaleCrop>false</ScaleCrop>
  <Company>FTBOE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Studies Reflection</dc:title>
  <dc:subject/>
  <dc:creator>Administrator</dc:creator>
  <cp:keywords/>
  <dc:description/>
  <cp:lastModifiedBy>Administrator</cp:lastModifiedBy>
  <cp:revision>7</cp:revision>
  <cp:lastPrinted>2010-05-12T18:11:00Z</cp:lastPrinted>
  <dcterms:created xsi:type="dcterms:W3CDTF">2012-05-04T13:13:00Z</dcterms:created>
  <dcterms:modified xsi:type="dcterms:W3CDTF">2012-05-07T13:33:00Z</dcterms:modified>
</cp:coreProperties>
</file>